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63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78F6" w:rsidRPr="00D22CB1" w:rsidTr="00BC164F">
        <w:trPr>
          <w:trHeight w:val="1105"/>
        </w:trPr>
        <w:tc>
          <w:tcPr>
            <w:tcW w:w="9639" w:type="dxa"/>
            <w:vAlign w:val="center"/>
          </w:tcPr>
          <w:p w:rsidR="00F851E9" w:rsidRDefault="00F851E9" w:rsidP="005156BE">
            <w:pPr>
              <w:jc w:val="center"/>
              <w:rPr>
                <w:rFonts w:ascii="Hiragino Mincho Pro W3" w:eastAsia="Hiragino Mincho Pro W3" w:hAnsi="Hiragino Mincho Pro W3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hint="eastAsia"/>
                <w:sz w:val="20"/>
                <w:szCs w:val="20"/>
              </w:rPr>
              <w:t>ビジネスアイデアコンテスト</w:t>
            </w:r>
            <w:r>
              <w:rPr>
                <w:rFonts w:ascii="Hiragino Mincho Pro W3" w:eastAsia="Hiragino Mincho Pro W3" w:hAnsi="Hiragino Mincho Pro W3"/>
                <w:sz w:val="20"/>
                <w:szCs w:val="20"/>
              </w:rPr>
              <w:t xml:space="preserve"> in </w:t>
            </w:r>
            <w:r>
              <w:rPr>
                <w:rFonts w:ascii="Hiragino Mincho Pro W3" w:eastAsia="Hiragino Mincho Pro W3" w:hAnsi="Hiragino Mincho Pro W3" w:hint="eastAsia"/>
                <w:sz w:val="20"/>
                <w:szCs w:val="20"/>
              </w:rPr>
              <w:t>新潟大学</w:t>
            </w:r>
          </w:p>
          <w:p w:rsidR="00FC78F6" w:rsidRPr="00D22CB1" w:rsidRDefault="002F7AC9" w:rsidP="005E7A4D">
            <w:pPr>
              <w:jc w:val="center"/>
              <w:rPr>
                <w:rFonts w:ascii="Hiragino Mincho Pro W3" w:eastAsia="Hiragino Mincho Pro W3" w:hAnsi="Hiragino Mincho Pro W3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hint="eastAsia"/>
                <w:sz w:val="20"/>
                <w:szCs w:val="20"/>
              </w:rPr>
              <w:t>応募申込書</w:t>
            </w:r>
            <w:r w:rsidR="005E7A4D">
              <w:rPr>
                <w:rFonts w:ascii="Hiragino Mincho Pro W3" w:eastAsia="Hiragino Mincho Pro W3" w:hAnsi="Hiragino Mincho Pro W3" w:hint="eastAsia"/>
                <w:sz w:val="20"/>
                <w:szCs w:val="20"/>
              </w:rPr>
              <w:t>＆</w:t>
            </w:r>
            <w:r>
              <w:rPr>
                <w:rFonts w:ascii="Hiragino Mincho Pro W3" w:eastAsia="Hiragino Mincho Pro W3" w:hAnsi="Hiragino Mincho Pro W3" w:hint="eastAsia"/>
                <w:sz w:val="20"/>
                <w:szCs w:val="20"/>
              </w:rPr>
              <w:t>ビジネスアイデア説明書</w:t>
            </w:r>
          </w:p>
        </w:tc>
      </w:tr>
    </w:tbl>
    <w:p w:rsidR="004855A1" w:rsidRDefault="004855A1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4B059C" w:rsidRDefault="004B059C" w:rsidP="00FC78F6">
      <w:pPr>
        <w:widowControl/>
        <w:jc w:val="left"/>
        <w:rPr>
          <w:rFonts w:ascii="Hiragino Mincho Pro W3" w:eastAsia="Hiragino Mincho Pro W3" w:hAnsi="Hiragino Mincho Pro W3" w:cs="Times New Roman" w:hint="eastAsia"/>
          <w:sz w:val="20"/>
          <w:szCs w:val="20"/>
        </w:rPr>
      </w:pPr>
    </w:p>
    <w:p w:rsidR="00FC78F6" w:rsidRDefault="00BC27BD" w:rsidP="00146E63">
      <w:pPr>
        <w:widowControl/>
        <w:jc w:val="right"/>
        <w:rPr>
          <w:rFonts w:ascii="Hiragino Mincho Pro W3" w:eastAsia="Hiragino Mincho Pro W3" w:hAnsi="Hiragino Mincho Pro W3" w:cs="Times New Roman"/>
          <w:sz w:val="20"/>
          <w:szCs w:val="20"/>
        </w:rPr>
      </w:pPr>
      <w:r>
        <w:rPr>
          <w:rFonts w:ascii="Hiragino Mincho Pro W3" w:eastAsia="Hiragino Mincho Pro W3" w:hAnsi="Hiragino Mincho Pro W3" w:cs="Times New Roman" w:hint="eastAsia"/>
          <w:sz w:val="20"/>
          <w:szCs w:val="20"/>
        </w:rPr>
        <w:t>申込日：　　年　　月　　日</w:t>
      </w:r>
    </w:p>
    <w:p w:rsidR="009D45DE" w:rsidRDefault="009D45DE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Pr="009D45DE" w:rsidRDefault="002F7AC9" w:rsidP="002F7AC9">
      <w:pPr>
        <w:widowControl/>
        <w:jc w:val="center"/>
        <w:rPr>
          <w:rFonts w:ascii="Hiragino Mincho Pro W3" w:eastAsia="Hiragino Mincho Pro W3" w:hAnsi="Hiragino Mincho Pro W3" w:cs="Times New Roman"/>
          <w:sz w:val="28"/>
          <w:szCs w:val="28"/>
        </w:rPr>
      </w:pPr>
      <w:r>
        <w:rPr>
          <w:rFonts w:ascii="Hiragino Mincho Pro W3" w:eastAsia="Hiragino Mincho Pro W3" w:hAnsi="Hiragino Mincho Pro W3" w:cs="Times New Roman" w:hint="eastAsia"/>
          <w:sz w:val="28"/>
          <w:szCs w:val="28"/>
        </w:rPr>
        <w:t>応募申込書</w:t>
      </w:r>
    </w:p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146E63" w:rsidRDefault="002F7AC9" w:rsidP="002F7AC9">
      <w:pPr>
        <w:widowControl/>
        <w:rPr>
          <w:rFonts w:ascii="Hiragino Mincho Pro W3" w:eastAsia="Hiragino Mincho Pro W3" w:hAnsi="Hiragino Mincho Pro W3" w:cs="Times New Roman"/>
          <w:sz w:val="20"/>
          <w:szCs w:val="20"/>
        </w:rPr>
      </w:pPr>
      <w:r>
        <w:rPr>
          <w:rFonts w:ascii="Hiragino Mincho Pro W3" w:eastAsia="Hiragino Mincho Pro W3" w:hAnsi="Hiragino Mincho Pro W3" w:cs="Times New Roman" w:hint="eastAsia"/>
          <w:sz w:val="20"/>
          <w:szCs w:val="20"/>
        </w:rPr>
        <w:t>基本情報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811"/>
      </w:tblGrid>
      <w:tr w:rsidR="00BC27BD" w:rsidRPr="00D22CB1" w:rsidTr="004B059C">
        <w:tc>
          <w:tcPr>
            <w:tcW w:w="3828" w:type="dxa"/>
            <w:shd w:val="clear" w:color="auto" w:fill="auto"/>
          </w:tcPr>
          <w:p w:rsidR="00BC27BD" w:rsidRPr="00D22CB1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ビジネス</w:t>
            </w:r>
            <w:r w:rsidR="00A82002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アイデアの名称</w:t>
            </w:r>
          </w:p>
        </w:tc>
        <w:tc>
          <w:tcPr>
            <w:tcW w:w="5811" w:type="dxa"/>
            <w:shd w:val="clear" w:color="auto" w:fill="auto"/>
          </w:tcPr>
          <w:p w:rsidR="00BC27BD" w:rsidRPr="00D22CB1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  <w:tr w:rsidR="00BC27BD" w:rsidRPr="00D22CB1" w:rsidTr="004B059C">
        <w:tc>
          <w:tcPr>
            <w:tcW w:w="3828" w:type="dxa"/>
            <w:shd w:val="clear" w:color="auto" w:fill="auto"/>
          </w:tcPr>
          <w:p w:rsid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チーム</w:t>
            </w:r>
            <w:r w:rsidR="00E7679F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代表者の氏名</w:t>
            </w: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（</w:t>
            </w:r>
            <w:r w:rsidR="00E7679F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フリガナ</w:t>
            </w: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）</w:t>
            </w:r>
          </w:p>
        </w:tc>
        <w:tc>
          <w:tcPr>
            <w:tcW w:w="5811" w:type="dxa"/>
            <w:shd w:val="clear" w:color="auto" w:fill="auto"/>
          </w:tcPr>
          <w:p w:rsidR="00BC27BD" w:rsidRPr="00D22CB1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  <w:tr w:rsidR="00BC27BD" w:rsidRPr="00D22CB1" w:rsidTr="004B059C">
        <w:tc>
          <w:tcPr>
            <w:tcW w:w="3828" w:type="dxa"/>
            <w:shd w:val="clear" w:color="auto" w:fill="auto"/>
          </w:tcPr>
          <w:p w:rsid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所属（学校名）</w:t>
            </w:r>
          </w:p>
        </w:tc>
        <w:tc>
          <w:tcPr>
            <w:tcW w:w="5811" w:type="dxa"/>
            <w:shd w:val="clear" w:color="auto" w:fill="auto"/>
          </w:tcPr>
          <w:p w:rsidR="00BC27BD" w:rsidRP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  <w:tr w:rsidR="00BC27BD" w:rsidRPr="00D22CB1" w:rsidTr="004B059C">
        <w:tc>
          <w:tcPr>
            <w:tcW w:w="3828" w:type="dxa"/>
            <w:shd w:val="clear" w:color="auto" w:fill="auto"/>
          </w:tcPr>
          <w:p w:rsid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5811" w:type="dxa"/>
            <w:shd w:val="clear" w:color="auto" w:fill="auto"/>
          </w:tcPr>
          <w:p w:rsidR="00BC27BD" w:rsidRP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  <w:tr w:rsidR="00BC27BD" w:rsidRPr="00D22CB1" w:rsidTr="004B059C">
        <w:tc>
          <w:tcPr>
            <w:tcW w:w="3828" w:type="dxa"/>
            <w:shd w:val="clear" w:color="auto" w:fill="auto"/>
          </w:tcPr>
          <w:p w:rsid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電子メールアドレス</w:t>
            </w:r>
          </w:p>
        </w:tc>
        <w:tc>
          <w:tcPr>
            <w:tcW w:w="5811" w:type="dxa"/>
            <w:shd w:val="clear" w:color="auto" w:fill="auto"/>
          </w:tcPr>
          <w:p w:rsidR="00BC27BD" w:rsidRPr="00BC27BD" w:rsidRDefault="00BC27BD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</w:tbl>
    <w:p w:rsidR="005B18C5" w:rsidRDefault="005B18C5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E7679F" w:rsidRPr="002F7AC9" w:rsidRDefault="009D45DE" w:rsidP="002F7AC9">
      <w:pPr>
        <w:widowControl/>
        <w:rPr>
          <w:rFonts w:ascii="Hiragino Mincho Pro W3" w:eastAsia="Hiragino Mincho Pro W3" w:hAnsi="Hiragino Mincho Pro W3" w:cs="Times New Roman"/>
          <w:sz w:val="20"/>
          <w:szCs w:val="20"/>
        </w:rPr>
      </w:pPr>
      <w:r w:rsidRPr="002F7AC9">
        <w:rPr>
          <w:rFonts w:ascii="Hiragino Mincho Pro W3" w:eastAsia="Hiragino Mincho Pro W3" w:hAnsi="Hiragino Mincho Pro W3" w:cs="Times New Roman" w:hint="eastAsia"/>
          <w:sz w:val="20"/>
          <w:szCs w:val="20"/>
        </w:rPr>
        <w:t>チーム代表者以外のメンバーに関する情報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811"/>
      </w:tblGrid>
      <w:tr w:rsidR="00E7679F" w:rsidRPr="00D22CB1" w:rsidTr="004A25CF">
        <w:tc>
          <w:tcPr>
            <w:tcW w:w="3828" w:type="dxa"/>
            <w:shd w:val="clear" w:color="auto" w:fill="auto"/>
          </w:tcPr>
          <w:p w:rsidR="009D45DE" w:rsidRPr="009D45DE" w:rsidRDefault="009D45DE" w:rsidP="009D45DE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 w:rsidRPr="009D45DE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チームメンバーの氏名（フリガナ）</w:t>
            </w:r>
          </w:p>
          <w:p w:rsidR="00E7679F" w:rsidRPr="00D22CB1" w:rsidRDefault="009D45DE" w:rsidP="009D45DE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 w:rsidRPr="009D45DE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および所属（学校名）</w:t>
            </w:r>
          </w:p>
        </w:tc>
        <w:tc>
          <w:tcPr>
            <w:tcW w:w="5811" w:type="dxa"/>
            <w:shd w:val="clear" w:color="auto" w:fill="auto"/>
          </w:tcPr>
          <w:p w:rsidR="00E7679F" w:rsidRPr="00D22CB1" w:rsidRDefault="00E7679F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  <w:tr w:rsidR="00E7679F" w:rsidRPr="00D22CB1" w:rsidTr="004A25CF">
        <w:tc>
          <w:tcPr>
            <w:tcW w:w="3828" w:type="dxa"/>
            <w:shd w:val="clear" w:color="auto" w:fill="auto"/>
          </w:tcPr>
          <w:p w:rsidR="009D45DE" w:rsidRPr="009D45DE" w:rsidRDefault="009D45DE" w:rsidP="009D45DE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 w:rsidRPr="009D45DE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チームメンバーの氏名（フリガナ）</w:t>
            </w:r>
          </w:p>
          <w:p w:rsidR="00E7679F" w:rsidRDefault="009D45DE" w:rsidP="009D45DE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 w:rsidRPr="009D45DE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および所属（学校名）</w:t>
            </w:r>
          </w:p>
        </w:tc>
        <w:tc>
          <w:tcPr>
            <w:tcW w:w="5811" w:type="dxa"/>
            <w:shd w:val="clear" w:color="auto" w:fill="auto"/>
          </w:tcPr>
          <w:p w:rsidR="00E7679F" w:rsidRPr="00D22CB1" w:rsidRDefault="00E7679F" w:rsidP="004A25C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</w:tr>
    </w:tbl>
    <w:p w:rsidR="00E7679F" w:rsidRDefault="00E7679F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Default="002F7AC9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  <w:r>
        <w:rPr>
          <w:rFonts w:ascii="Hiragino Mincho Pro W3" w:eastAsia="Hiragino Mincho Pro W3" w:hAnsi="Hiragino Mincho Pro W3" w:cs="Times New Roman"/>
          <w:sz w:val="20"/>
          <w:szCs w:val="20"/>
        </w:rPr>
        <w:br w:type="page"/>
      </w:r>
    </w:p>
    <w:p w:rsidR="002F7AC9" w:rsidRDefault="002F7AC9" w:rsidP="002F7AC9">
      <w:pPr>
        <w:widowControl/>
        <w:jc w:val="center"/>
        <w:rPr>
          <w:rFonts w:ascii="Hiragino Mincho Pro W3" w:eastAsia="Hiragino Mincho Pro W3" w:hAnsi="Hiragino Mincho Pro W3" w:cs="Times New Roman"/>
          <w:sz w:val="28"/>
          <w:szCs w:val="28"/>
        </w:rPr>
      </w:pPr>
      <w:r>
        <w:rPr>
          <w:rFonts w:ascii="Hiragino Mincho Pro W3" w:eastAsia="Hiragino Mincho Pro W3" w:hAnsi="Hiragino Mincho Pro W3" w:cs="Times New Roman" w:hint="eastAsia"/>
          <w:sz w:val="28"/>
          <w:szCs w:val="28"/>
        </w:rPr>
        <w:lastRenderedPageBreak/>
        <w:t>ビジネスアイデア説明書</w:t>
      </w:r>
    </w:p>
    <w:p w:rsidR="002F7AC9" w:rsidRDefault="002F7AC9" w:rsidP="002F7AC9">
      <w:pPr>
        <w:widowControl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Pr="002F7AC9" w:rsidRDefault="002F7AC9" w:rsidP="002F7AC9">
      <w:pPr>
        <w:widowControl/>
        <w:rPr>
          <w:rFonts w:ascii="Hiragino Mincho Pro W3" w:eastAsia="Hiragino Mincho Pro W3" w:hAnsi="Hiragino Mincho Pro W3" w:cs="Times New Roman"/>
          <w:sz w:val="2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2F7AC9" w:rsidRPr="00D22CB1" w:rsidTr="00A41F3D">
        <w:tc>
          <w:tcPr>
            <w:tcW w:w="9639" w:type="dxa"/>
            <w:shd w:val="clear" w:color="auto" w:fill="auto"/>
          </w:tcPr>
          <w:p w:rsidR="002F7AC9" w:rsidRDefault="002F7AC9" w:rsidP="002F7AC9">
            <w:pPr>
              <w:pStyle w:val="a6"/>
              <w:numPr>
                <w:ilvl w:val="0"/>
                <w:numId w:val="3"/>
              </w:numPr>
              <w:ind w:leftChars="0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この「ビジネスアイデア説明書」の部分は、</w:t>
            </w:r>
            <w:r w:rsidRPr="002F7AC9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4</w:t>
            </w:r>
            <w:r w:rsidRPr="002F7AC9"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  <w:t>ページ以内（図表含む）</w:t>
            </w:r>
            <w:r w:rsidRPr="002F7AC9"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で作成してください</w:t>
            </w:r>
          </w:p>
          <w:p w:rsidR="002F7AC9" w:rsidRDefault="002F7AC9" w:rsidP="002F7AC9">
            <w:pPr>
              <w:pStyle w:val="a6"/>
              <w:numPr>
                <w:ilvl w:val="0"/>
                <w:numId w:val="3"/>
              </w:numPr>
              <w:ind w:leftChars="0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送信の際、</w:t>
            </w:r>
            <w: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  <w:t>WORD</w:t>
            </w: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ファイルのままでも構いませんが、</w:t>
            </w:r>
            <w: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  <w:t>PDF</w:t>
            </w: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に変換したファイルをお送りいただけると幸いです</w:t>
            </w:r>
          </w:p>
          <w:p w:rsidR="002F7AC9" w:rsidRPr="002F7AC9" w:rsidRDefault="002F7AC9" w:rsidP="00732519">
            <w:pPr>
              <w:pStyle w:val="a6"/>
              <w:numPr>
                <w:ilvl w:val="0"/>
                <w:numId w:val="3"/>
              </w:numPr>
              <w:ind w:leftChars="0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  <w:r>
              <w:rPr>
                <w:rFonts w:ascii="Hiragino Mincho Pro W3" w:eastAsia="Hiragino Mincho Pro W3" w:hAnsi="Hiragino Mincho Pro W3" w:cs="Times New Roman" w:hint="eastAsia"/>
                <w:sz w:val="20"/>
                <w:szCs w:val="20"/>
              </w:rPr>
              <w:t>この四角囲み部分は、削除いただいて構いません</w:t>
            </w:r>
          </w:p>
        </w:tc>
      </w:tr>
    </w:tbl>
    <w:p w:rsid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p w:rsidR="002F7AC9" w:rsidRPr="002F7AC9" w:rsidRDefault="002F7AC9" w:rsidP="00FC78F6">
      <w:pPr>
        <w:widowControl/>
        <w:jc w:val="left"/>
        <w:rPr>
          <w:rFonts w:ascii="Hiragino Mincho Pro W3" w:eastAsia="Hiragino Mincho Pro W3" w:hAnsi="Hiragino Mincho Pro W3" w:cs="Times New Roman"/>
          <w:sz w:val="20"/>
          <w:szCs w:val="20"/>
        </w:rPr>
      </w:pPr>
    </w:p>
    <w:sectPr w:rsidR="002F7AC9" w:rsidRPr="002F7AC9" w:rsidSect="0082142C">
      <w:pgSz w:w="11906" w:h="16838" w:code="9"/>
      <w:pgMar w:top="964" w:right="1134" w:bottom="964" w:left="1134" w:header="567" w:footer="567" w:gutter="0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4521" w:rsidRDefault="00924521">
      <w:r>
        <w:separator/>
      </w:r>
    </w:p>
  </w:endnote>
  <w:endnote w:type="continuationSeparator" w:id="0">
    <w:p w:rsidR="00924521" w:rsidRDefault="0092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iragino Mincho Pro W3">
    <w:altName w:val="﷽﷽﷽﷽﷽﷽﷽﷽ Mincho Pro W3"/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4521" w:rsidRDefault="00924521">
      <w:r>
        <w:separator/>
      </w:r>
    </w:p>
  </w:footnote>
  <w:footnote w:type="continuationSeparator" w:id="0">
    <w:p w:rsidR="00924521" w:rsidRDefault="00924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D4DA2"/>
    <w:multiLevelType w:val="hybridMultilevel"/>
    <w:tmpl w:val="2974BE20"/>
    <w:lvl w:ilvl="0" w:tplc="FB0223FE">
      <w:start w:val="2020"/>
      <w:numFmt w:val="bullet"/>
      <w:lvlText w:val="※"/>
      <w:lvlJc w:val="left"/>
      <w:pPr>
        <w:ind w:left="420" w:hanging="420"/>
      </w:pPr>
      <w:rPr>
        <w:rFonts w:ascii="Hiragino Mincho Pro W3" w:eastAsia="Hiragino Mincho Pro W3" w:hAnsi="Hiragino Mincho Pro W3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D27607"/>
    <w:multiLevelType w:val="hybridMultilevel"/>
    <w:tmpl w:val="6C94D416"/>
    <w:lvl w:ilvl="0" w:tplc="FB0223FE">
      <w:start w:val="2020"/>
      <w:numFmt w:val="bullet"/>
      <w:lvlText w:val="※"/>
      <w:lvlJc w:val="left"/>
      <w:pPr>
        <w:ind w:left="420" w:hanging="420"/>
      </w:pPr>
      <w:rPr>
        <w:rFonts w:ascii="Hiragino Mincho Pro W3" w:eastAsia="Hiragino Mincho Pro W3" w:hAnsi="Hiragino Mincho Pro W3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376E4D"/>
    <w:multiLevelType w:val="hybridMultilevel"/>
    <w:tmpl w:val="39B8BAC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attachedTemplate r:id="rId1"/>
  <w:defaultTabStop w:val="960"/>
  <w:drawingGridHorizontalSpacing w:val="105"/>
  <w:drawingGridVerticalSpacing w:val="17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5A1"/>
    <w:rsid w:val="00086D37"/>
    <w:rsid w:val="00146E63"/>
    <w:rsid w:val="0019142E"/>
    <w:rsid w:val="001D44B5"/>
    <w:rsid w:val="00216816"/>
    <w:rsid w:val="002F7AC9"/>
    <w:rsid w:val="003013B2"/>
    <w:rsid w:val="0035726C"/>
    <w:rsid w:val="003E7CAC"/>
    <w:rsid w:val="00437022"/>
    <w:rsid w:val="00456A60"/>
    <w:rsid w:val="00484EB3"/>
    <w:rsid w:val="004855A1"/>
    <w:rsid w:val="004B059C"/>
    <w:rsid w:val="004E39B9"/>
    <w:rsid w:val="004E64A6"/>
    <w:rsid w:val="004F42E0"/>
    <w:rsid w:val="005863FB"/>
    <w:rsid w:val="005B18C5"/>
    <w:rsid w:val="005E7A4D"/>
    <w:rsid w:val="006900CB"/>
    <w:rsid w:val="007808E7"/>
    <w:rsid w:val="0082142C"/>
    <w:rsid w:val="00827739"/>
    <w:rsid w:val="00924521"/>
    <w:rsid w:val="009B6B08"/>
    <w:rsid w:val="009D45DE"/>
    <w:rsid w:val="00A70BB2"/>
    <w:rsid w:val="00A82002"/>
    <w:rsid w:val="00AB5551"/>
    <w:rsid w:val="00B35FA6"/>
    <w:rsid w:val="00BC164F"/>
    <w:rsid w:val="00BC27BD"/>
    <w:rsid w:val="00BD253A"/>
    <w:rsid w:val="00C616A5"/>
    <w:rsid w:val="00CD3D8F"/>
    <w:rsid w:val="00D22CB1"/>
    <w:rsid w:val="00E066BD"/>
    <w:rsid w:val="00E7679F"/>
    <w:rsid w:val="00E85E6F"/>
    <w:rsid w:val="00F851E9"/>
    <w:rsid w:val="00FC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9550D71-F097-4040-8C31-17E3F485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8F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78F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フッター (文字)"/>
    <w:basedOn w:val="a0"/>
    <w:link w:val="a3"/>
    <w:uiPriority w:val="99"/>
    <w:rsid w:val="00FC78F6"/>
    <w:rPr>
      <w:rFonts w:ascii="Century" w:eastAsia="ＭＳ 明朝" w:hAnsi="Century" w:cs="Times New Roman"/>
      <w:sz w:val="21"/>
      <w:szCs w:val="22"/>
    </w:rPr>
  </w:style>
  <w:style w:type="table" w:styleId="a5">
    <w:name w:val="Table Grid"/>
    <w:basedOn w:val="a1"/>
    <w:uiPriority w:val="59"/>
    <w:rsid w:val="00FC78F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855A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8214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142C"/>
    <w:rPr>
      <w:sz w:val="21"/>
      <w:szCs w:val="22"/>
    </w:rPr>
  </w:style>
  <w:style w:type="character" w:styleId="a9">
    <w:name w:val="Hyperlink"/>
    <w:basedOn w:val="a0"/>
    <w:uiPriority w:val="99"/>
    <w:unhideWhenUsed/>
    <w:rsid w:val="0082773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rsid w:val="008277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yoji/Desktop/&#12381;&#12398;&#20182;/&#9654;&#65038;%20&#12486;&#12531;&#12501;&#12442;&#12524;&#12540;&#12488;&#12394;&#12392;&#12441;/&#9654;&#65038;%20&#12486;&#12531;&#12501;&#12442;&#12524;&#12540;&#12488;&#65288;&#12524;&#12471;&#12441;&#12517;&#12513;&#65289;&#65297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▶︎ テンプレート（レジュメ）１.dotx</Template>
  <TotalTime>92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Ryoji Ito</dc:creator>
  <cp:keywords/>
  <dc:description/>
  <cp:lastModifiedBy>Ryoji Ito</cp:lastModifiedBy>
  <cp:revision>20</cp:revision>
  <cp:lastPrinted>2020-12-17T00:59:00Z</cp:lastPrinted>
  <dcterms:created xsi:type="dcterms:W3CDTF">2020-11-22T06:19:00Z</dcterms:created>
  <dcterms:modified xsi:type="dcterms:W3CDTF">2020-12-17T00:59:00Z</dcterms:modified>
</cp:coreProperties>
</file>